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6CBE9189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20</w:t>
      </w:r>
      <w:r w:rsidR="00BF19F4">
        <w:rPr>
          <w:rFonts w:ascii="Corbel" w:hAnsi="Corbel"/>
          <w:b/>
          <w:i/>
          <w:smallCaps/>
          <w:sz w:val="24"/>
          <w:szCs w:val="24"/>
        </w:rPr>
        <w:t>19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-202</w:t>
      </w:r>
      <w:r w:rsidR="00BF19F4">
        <w:rPr>
          <w:rFonts w:ascii="Corbel" w:hAnsi="Corbel"/>
          <w:b/>
          <w:i/>
          <w:smallCaps/>
          <w:sz w:val="24"/>
          <w:szCs w:val="24"/>
        </w:rPr>
        <w:t>2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1F262217" w14:textId="0E85F24D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BF19F4">
        <w:rPr>
          <w:rFonts w:ascii="Corbel" w:hAnsi="Corbel"/>
          <w:sz w:val="20"/>
          <w:szCs w:val="20"/>
        </w:rPr>
        <w:t>0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BF19F4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6E6A0662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finansowych,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F70EB" w14:textId="77777777" w:rsidR="005E7AA9" w:rsidRDefault="005E7AA9" w:rsidP="00C16ABF">
      <w:pPr>
        <w:spacing w:after="0" w:line="240" w:lineRule="auto"/>
      </w:pPr>
      <w:r>
        <w:separator/>
      </w:r>
    </w:p>
  </w:endnote>
  <w:endnote w:type="continuationSeparator" w:id="0">
    <w:p w14:paraId="16AD3D20" w14:textId="77777777" w:rsidR="005E7AA9" w:rsidRDefault="005E7A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43851" w14:textId="77777777" w:rsidR="005E7AA9" w:rsidRDefault="005E7AA9" w:rsidP="00C16ABF">
      <w:pPr>
        <w:spacing w:after="0" w:line="240" w:lineRule="auto"/>
      </w:pPr>
      <w:r>
        <w:separator/>
      </w:r>
    </w:p>
  </w:footnote>
  <w:footnote w:type="continuationSeparator" w:id="0">
    <w:p w14:paraId="0C2247F6" w14:textId="77777777" w:rsidR="005E7AA9" w:rsidRDefault="005E7AA9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E7AA9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19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A7017-AA2A-4C26-960C-368D8625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2020-10-22T20:04:00Z</dcterms:created>
  <dcterms:modified xsi:type="dcterms:W3CDTF">2021-11-04T13:34:00Z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